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47A" w:rsidRPr="006D0616" w:rsidRDefault="00FD247A" w:rsidP="00D67C0B">
      <w:pPr>
        <w:widowControl/>
        <w:shd w:val="clear" w:color="auto" w:fill="FFFFFF"/>
        <w:spacing w:line="640" w:lineRule="exact"/>
        <w:jc w:val="center"/>
        <w:outlineLvl w:val="0"/>
        <w:rPr>
          <w:rFonts w:ascii="宋体" w:cs="Times New Roman"/>
          <w:b/>
          <w:color w:val="000000"/>
          <w:kern w:val="0"/>
          <w:sz w:val="24"/>
          <w:szCs w:val="24"/>
        </w:rPr>
      </w:pPr>
      <w:r w:rsidRPr="006D0616">
        <w:rPr>
          <w:rFonts w:ascii="宋体" w:hAnsi="宋体" w:cs="方正小标宋简体" w:hint="eastAsia"/>
          <w:b/>
          <w:color w:val="000000"/>
          <w:kern w:val="36"/>
          <w:sz w:val="44"/>
          <w:szCs w:val="44"/>
        </w:rPr>
        <w:t>档案系列高级职称</w:t>
      </w:r>
      <w:r>
        <w:rPr>
          <w:rFonts w:ascii="宋体" w:hAnsi="宋体" w:hint="eastAsia"/>
          <w:b/>
          <w:sz w:val="44"/>
          <w:szCs w:val="44"/>
        </w:rPr>
        <w:t>评审</w:t>
      </w:r>
      <w:r w:rsidRPr="006D0616">
        <w:rPr>
          <w:rFonts w:ascii="宋体" w:hAnsi="宋体" w:hint="eastAsia"/>
          <w:b/>
          <w:sz w:val="44"/>
          <w:szCs w:val="44"/>
        </w:rPr>
        <w:t>材料要求</w:t>
      </w:r>
    </w:p>
    <w:p w:rsidR="00FD247A" w:rsidRPr="00CB78E8" w:rsidRDefault="00FD247A" w:rsidP="00B0397C">
      <w:pPr>
        <w:widowControl/>
        <w:shd w:val="clear" w:color="auto" w:fill="FFFFFF"/>
        <w:spacing w:line="540" w:lineRule="exact"/>
        <w:jc w:val="left"/>
        <w:rPr>
          <w:rFonts w:ascii="宋体" w:cs="Times New Roman"/>
          <w:kern w:val="0"/>
          <w:sz w:val="32"/>
          <w:szCs w:val="32"/>
        </w:rPr>
      </w:pPr>
      <w:r w:rsidRPr="00B0397C">
        <w:rPr>
          <w:rFonts w:ascii="黑体" w:eastAsia="黑体" w:hAnsi="宋体" w:cs="黑体" w:hint="eastAsia"/>
          <w:kern w:val="0"/>
          <w:sz w:val="32"/>
          <w:szCs w:val="32"/>
        </w:rPr>
        <w:t xml:space="preserve">　　</w:t>
      </w:r>
    </w:p>
    <w:p w:rsidR="00FD247A" w:rsidRPr="00091DC0" w:rsidRDefault="00FD247A" w:rsidP="006D0616">
      <w:pPr>
        <w:widowControl/>
        <w:shd w:val="clear" w:color="auto" w:fill="FFFFFF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ascii="宋体" w:hAnsi="宋体" w:cs="方正仿宋简体" w:hint="eastAsia"/>
          <w:kern w:val="0"/>
          <w:sz w:val="32"/>
          <w:szCs w:val="32"/>
        </w:rPr>
        <w:t xml:space="preserve">　</w:t>
      </w:r>
      <w:r w:rsidRPr="00D67C0B">
        <w:rPr>
          <w:rFonts w:ascii="宋体" w:hAnsi="宋体" w:cs="方正仿宋简体" w:hint="eastAsia"/>
          <w:kern w:val="0"/>
          <w:sz w:val="32"/>
          <w:szCs w:val="32"/>
        </w:rPr>
        <w:t xml:space="preserve">　</w:t>
      </w:r>
      <w:r w:rsidRPr="00091DC0">
        <w:rPr>
          <w:rFonts w:ascii="仿宋_GB2312" w:eastAsia="仿宋_GB2312" w:hAnsi="宋体" w:cs="方正仿宋简体" w:hint="eastAsia"/>
          <w:kern w:val="0"/>
          <w:sz w:val="32"/>
          <w:szCs w:val="32"/>
        </w:rPr>
        <w:t>一、评审主要材料要求及排序</w:t>
      </w:r>
    </w:p>
    <w:p w:rsidR="00FD247A" w:rsidRPr="00D67C0B" w:rsidRDefault="00FD247A" w:rsidP="006D0616">
      <w:pPr>
        <w:widowControl/>
        <w:shd w:val="clear" w:color="auto" w:fill="FFFFFF"/>
        <w:jc w:val="left"/>
        <w:rPr>
          <w:rFonts w:ascii="仿宋_GB2312" w:eastAsia="仿宋_GB2312" w:cs="Times New Roman"/>
          <w:kern w:val="0"/>
          <w:sz w:val="32"/>
          <w:szCs w:val="32"/>
        </w:rPr>
      </w:pP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 xml:space="preserve">　　</w:t>
      </w:r>
      <w:r>
        <w:rPr>
          <w:rFonts w:ascii="仿宋_GB2312" w:eastAsia="仿宋_GB2312" w:hAnsi="宋体" w:cs="方正仿宋简体" w:hint="eastAsia"/>
          <w:kern w:val="0"/>
          <w:sz w:val="32"/>
          <w:szCs w:val="32"/>
        </w:rPr>
        <w:t>（一）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《专业技术职称评审表》一式</w:t>
      </w:r>
      <w:r w:rsidRPr="00D67C0B">
        <w:rPr>
          <w:rFonts w:ascii="仿宋_GB2312" w:eastAsia="仿宋_GB2312" w:hAnsi="宋体" w:cs="方正仿宋简体"/>
          <w:kern w:val="0"/>
          <w:sz w:val="32"/>
          <w:szCs w:val="32"/>
        </w:rPr>
        <w:t>2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份；</w:t>
      </w:r>
    </w:p>
    <w:p w:rsidR="00FD247A" w:rsidRDefault="00FD247A" w:rsidP="00CC6F3F">
      <w:pPr>
        <w:widowControl/>
        <w:shd w:val="clear" w:color="auto" w:fill="FFFFFF"/>
        <w:ind w:firstLine="645"/>
        <w:jc w:val="left"/>
        <w:rPr>
          <w:rFonts w:ascii="仿宋_GB2312" w:eastAsia="仿宋_GB2312" w:hAnsi="宋体" w:cs="方正仿宋简体"/>
          <w:kern w:val="0"/>
          <w:sz w:val="32"/>
          <w:szCs w:val="32"/>
        </w:rPr>
      </w:pPr>
      <w:r>
        <w:rPr>
          <w:rFonts w:ascii="仿宋_GB2312" w:eastAsia="仿宋_GB2312" w:hAnsi="宋体" w:cs="方正仿宋简体" w:hint="eastAsia"/>
          <w:kern w:val="0"/>
          <w:sz w:val="32"/>
          <w:szCs w:val="32"/>
        </w:rPr>
        <w:t>（二）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个人述职报告</w:t>
      </w:r>
      <w:r w:rsidRPr="00D67C0B">
        <w:rPr>
          <w:rFonts w:ascii="仿宋_GB2312" w:eastAsia="仿宋_GB2312" w:hAnsi="宋体" w:cs="方正仿宋简体"/>
          <w:kern w:val="0"/>
          <w:sz w:val="32"/>
          <w:szCs w:val="32"/>
        </w:rPr>
        <w:t>5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份；</w:t>
      </w:r>
    </w:p>
    <w:p w:rsidR="00FD247A" w:rsidRPr="00D67C0B" w:rsidRDefault="00FD247A" w:rsidP="00CC6F3F">
      <w:pPr>
        <w:widowControl/>
        <w:shd w:val="clear" w:color="auto" w:fill="FFFFFF"/>
        <w:ind w:firstLine="645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ascii="仿宋_GB2312" w:eastAsia="仿宋_GB2312" w:hAnsi="宋体" w:cs="方正仿宋简体" w:hint="eastAsia"/>
          <w:kern w:val="0"/>
          <w:sz w:val="32"/>
          <w:szCs w:val="32"/>
        </w:rPr>
        <w:t>（三）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《个人述职评议情况表》</w:t>
      </w:r>
      <w:r w:rsidRPr="00D67C0B">
        <w:rPr>
          <w:rFonts w:ascii="仿宋_GB2312" w:eastAsia="仿宋_GB2312" w:hAnsi="宋体" w:cs="方正仿宋简体"/>
          <w:kern w:val="0"/>
          <w:sz w:val="32"/>
          <w:szCs w:val="32"/>
        </w:rPr>
        <w:t>1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份；</w:t>
      </w:r>
    </w:p>
    <w:p w:rsidR="00FD247A" w:rsidRPr="00D67C0B" w:rsidRDefault="00FD247A" w:rsidP="006D0616">
      <w:pPr>
        <w:widowControl/>
        <w:shd w:val="clear" w:color="auto" w:fill="FFFFFF"/>
        <w:jc w:val="left"/>
        <w:rPr>
          <w:rFonts w:ascii="仿宋_GB2312" w:eastAsia="仿宋_GB2312" w:cs="Times New Roman"/>
          <w:kern w:val="0"/>
          <w:sz w:val="32"/>
          <w:szCs w:val="32"/>
        </w:rPr>
      </w:pP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 xml:space="preserve">　　</w:t>
      </w:r>
      <w:r>
        <w:rPr>
          <w:rFonts w:ascii="仿宋_GB2312" w:eastAsia="仿宋_GB2312" w:hAnsi="宋体" w:cs="方正仿宋简体" w:hint="eastAsia"/>
          <w:kern w:val="0"/>
          <w:sz w:val="32"/>
          <w:szCs w:val="32"/>
        </w:rPr>
        <w:t>（四）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任现职以来获得的专业技术工作成果、奖励证书等已验证的</w:t>
      </w:r>
      <w:bookmarkStart w:id="0" w:name="_GoBack"/>
      <w:bookmarkEnd w:id="0"/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复印件各</w:t>
      </w:r>
      <w:r w:rsidRPr="00D67C0B">
        <w:rPr>
          <w:rFonts w:ascii="仿宋_GB2312" w:eastAsia="仿宋_GB2312" w:hAnsi="宋体" w:cs="方正仿宋简体"/>
          <w:kern w:val="0"/>
          <w:sz w:val="32"/>
          <w:szCs w:val="32"/>
        </w:rPr>
        <w:t>1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份；</w:t>
      </w:r>
    </w:p>
    <w:p w:rsidR="00FD247A" w:rsidRPr="00D67C0B" w:rsidRDefault="00FD247A" w:rsidP="006D0616">
      <w:pPr>
        <w:widowControl/>
        <w:shd w:val="clear" w:color="auto" w:fill="FFFFFF"/>
        <w:jc w:val="left"/>
        <w:rPr>
          <w:rFonts w:ascii="仿宋_GB2312" w:eastAsia="仿宋_GB2312" w:cs="Times New Roman"/>
          <w:kern w:val="0"/>
          <w:sz w:val="32"/>
          <w:szCs w:val="32"/>
        </w:rPr>
      </w:pP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 xml:space="preserve">　　</w:t>
      </w:r>
      <w:r>
        <w:rPr>
          <w:rFonts w:ascii="仿宋_GB2312" w:eastAsia="仿宋_GB2312" w:hAnsi="宋体" w:cs="方正仿宋简体" w:hint="eastAsia"/>
          <w:kern w:val="0"/>
          <w:sz w:val="32"/>
          <w:szCs w:val="32"/>
        </w:rPr>
        <w:t>（五）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任现职以来在省部级以上报刊（全国公开发行、有正式刊号）发表的档案专业，独立或以第一作者发表的具有代表性的学术论文</w:t>
      </w:r>
      <w:r w:rsidRPr="00D67C0B">
        <w:rPr>
          <w:rFonts w:ascii="仿宋_GB2312" w:eastAsia="仿宋_GB2312" w:hAnsi="宋体" w:cs="方正仿宋简体"/>
          <w:kern w:val="0"/>
          <w:sz w:val="32"/>
          <w:szCs w:val="32"/>
        </w:rPr>
        <w:t>2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篇，或具有代表性的学术著作</w:t>
      </w:r>
      <w:r w:rsidRPr="00D67C0B">
        <w:rPr>
          <w:rFonts w:ascii="仿宋_GB2312" w:eastAsia="仿宋_GB2312" w:hAnsi="宋体" w:cs="方正仿宋简体"/>
          <w:kern w:val="0"/>
          <w:sz w:val="32"/>
          <w:szCs w:val="32"/>
        </w:rPr>
        <w:t>1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部。著作须报送封面、版权页、目录及内容复印件（一式</w:t>
      </w:r>
      <w:r w:rsidRPr="00D67C0B">
        <w:rPr>
          <w:rFonts w:ascii="仿宋_GB2312" w:eastAsia="仿宋_GB2312" w:hAnsi="宋体" w:cs="方正仿宋简体"/>
          <w:kern w:val="0"/>
          <w:sz w:val="32"/>
          <w:szCs w:val="32"/>
        </w:rPr>
        <w:t>1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份）。论文须报送所载报纸、期刊或图书封面、版权页、目录及文章正文复印件（一式</w:t>
      </w:r>
      <w:r w:rsidRPr="00D67C0B">
        <w:rPr>
          <w:rFonts w:ascii="仿宋_GB2312" w:eastAsia="仿宋_GB2312" w:hAnsi="宋体" w:cs="方正仿宋简体"/>
          <w:kern w:val="0"/>
          <w:sz w:val="32"/>
          <w:szCs w:val="32"/>
        </w:rPr>
        <w:t>1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份）。论文、著作以笔名发表的，须出具报社、期刊社、出版社证明。论文、著作属于合著的，须提供申报人完成字数或完成工作量的证明材料及申报人所著章节；</w:t>
      </w:r>
    </w:p>
    <w:p w:rsidR="00FD247A" w:rsidRPr="00D67C0B" w:rsidRDefault="00FD247A" w:rsidP="006D0616">
      <w:pPr>
        <w:widowControl/>
        <w:shd w:val="clear" w:color="auto" w:fill="FFFFFF"/>
        <w:ind w:firstLine="48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方正仿宋简体" w:hint="eastAsia"/>
          <w:kern w:val="0"/>
          <w:sz w:val="32"/>
          <w:szCs w:val="32"/>
        </w:rPr>
        <w:t>（六）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申报人员须</w:t>
      </w:r>
      <w:r w:rsidRPr="00D67C0B">
        <w:rPr>
          <w:rFonts w:ascii="仿宋_GB2312" w:eastAsia="仿宋_GB2312" w:hAnsi="宋体" w:cs="方正仿宋简体" w:hint="eastAsia"/>
          <w:sz w:val="32"/>
          <w:szCs w:val="32"/>
        </w:rPr>
        <w:t>提交身份证复印件</w:t>
      </w:r>
      <w:r w:rsidRPr="00D67C0B">
        <w:rPr>
          <w:rFonts w:ascii="仿宋_GB2312" w:eastAsia="仿宋_GB2312" w:hAnsi="宋体" w:cs="方正仿宋简体"/>
          <w:sz w:val="32"/>
          <w:szCs w:val="32"/>
        </w:rPr>
        <w:t>1</w:t>
      </w:r>
      <w:r w:rsidRPr="00D67C0B">
        <w:rPr>
          <w:rFonts w:ascii="仿宋_GB2312" w:eastAsia="仿宋_GB2312" w:hAnsi="宋体" w:cs="方正仿宋简体" w:hint="eastAsia"/>
          <w:sz w:val="32"/>
          <w:szCs w:val="32"/>
        </w:rPr>
        <w:t>份和免冠</w:t>
      </w:r>
      <w:r w:rsidRPr="00D67C0B">
        <w:rPr>
          <w:rFonts w:ascii="仿宋_GB2312" w:eastAsia="仿宋_GB2312" w:hAnsi="宋体" w:cs="方正仿宋简体"/>
          <w:sz w:val="32"/>
          <w:szCs w:val="32"/>
        </w:rPr>
        <w:t>2</w:t>
      </w:r>
      <w:r w:rsidRPr="00D67C0B">
        <w:rPr>
          <w:rFonts w:ascii="仿宋_GB2312" w:eastAsia="仿宋_GB2312" w:hAnsi="宋体" w:cs="方正仿宋简体" w:hint="eastAsia"/>
          <w:sz w:val="32"/>
          <w:szCs w:val="32"/>
        </w:rPr>
        <w:t>寸正照</w:t>
      </w:r>
      <w:r w:rsidRPr="00D67C0B">
        <w:rPr>
          <w:rFonts w:ascii="仿宋_GB2312" w:eastAsia="仿宋_GB2312" w:hAnsi="宋体" w:cs="方正仿宋简体"/>
          <w:sz w:val="32"/>
          <w:szCs w:val="32"/>
        </w:rPr>
        <w:t>2</w:t>
      </w:r>
      <w:r w:rsidRPr="00D67C0B">
        <w:rPr>
          <w:rFonts w:ascii="仿宋_GB2312" w:eastAsia="仿宋_GB2312" w:hAnsi="宋体" w:cs="方正仿宋简体" w:hint="eastAsia"/>
          <w:sz w:val="32"/>
          <w:szCs w:val="32"/>
        </w:rPr>
        <w:t>张，装入普通信封并在封面注明：姓名及本人手机号码（用于制作理论考试准考证和通知考试时间、地点）</w:t>
      </w:r>
      <w:r>
        <w:rPr>
          <w:rFonts w:ascii="仿宋_GB2312" w:eastAsia="仿宋_GB2312" w:hAnsi="宋体" w:cs="方正仿宋简体" w:hint="eastAsia"/>
          <w:sz w:val="32"/>
          <w:szCs w:val="32"/>
        </w:rPr>
        <w:t>。</w:t>
      </w:r>
    </w:p>
    <w:p w:rsidR="00FD247A" w:rsidRPr="00CC6F3F" w:rsidRDefault="00FD247A" w:rsidP="00CC6F3F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cs="Times New Roman"/>
          <w:kern w:val="0"/>
          <w:sz w:val="32"/>
          <w:szCs w:val="32"/>
        </w:rPr>
      </w:pPr>
      <w:r w:rsidRPr="00CC6F3F">
        <w:rPr>
          <w:rFonts w:ascii="仿宋_GB2312" w:eastAsia="仿宋_GB2312" w:hAnsi="宋体" w:cs="黑体" w:hint="eastAsia"/>
          <w:kern w:val="0"/>
          <w:sz w:val="32"/>
          <w:szCs w:val="32"/>
        </w:rPr>
        <w:t>二、材料整理装袋注意事项</w:t>
      </w:r>
    </w:p>
    <w:p w:rsidR="00FD247A" w:rsidRPr="00D67C0B" w:rsidRDefault="00FD247A" w:rsidP="006D0616">
      <w:pPr>
        <w:widowControl/>
        <w:shd w:val="clear" w:color="auto" w:fill="FFFFFF"/>
        <w:jc w:val="left"/>
        <w:rPr>
          <w:rFonts w:ascii="仿宋_GB2312" w:eastAsia="仿宋_GB2312" w:cs="Times New Roman"/>
          <w:kern w:val="0"/>
          <w:sz w:val="32"/>
          <w:szCs w:val="32"/>
        </w:rPr>
      </w:pP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 xml:space="preserve">　</w:t>
      </w:r>
      <w:r w:rsidRPr="00D67C0B">
        <w:rPr>
          <w:rFonts w:ascii="仿宋_GB2312" w:eastAsia="仿宋_GB2312" w:hAnsi="宋体" w:cs="方正仿宋简体"/>
          <w:kern w:val="0"/>
          <w:sz w:val="32"/>
          <w:szCs w:val="32"/>
        </w:rPr>
        <w:t xml:space="preserve">  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（一）贴写材料原件或复印件等，应使用</w:t>
      </w:r>
      <w:r w:rsidRPr="00D67C0B">
        <w:rPr>
          <w:rFonts w:ascii="仿宋_GB2312" w:eastAsia="仿宋_GB2312" w:hAnsi="宋体" w:cs="方正仿宋简体"/>
          <w:kern w:val="0"/>
          <w:sz w:val="32"/>
          <w:szCs w:val="32"/>
        </w:rPr>
        <w:t>70g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以上</w:t>
      </w:r>
      <w:r w:rsidRPr="00D67C0B">
        <w:rPr>
          <w:rFonts w:ascii="仿宋_GB2312" w:eastAsia="仿宋_GB2312" w:hAnsi="宋体" w:cs="方正仿宋简体"/>
          <w:kern w:val="0"/>
          <w:sz w:val="32"/>
          <w:szCs w:val="32"/>
        </w:rPr>
        <w:t>A4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白纸作底。</w:t>
      </w:r>
    </w:p>
    <w:p w:rsidR="00FD247A" w:rsidRPr="00D67C0B" w:rsidRDefault="00FD247A" w:rsidP="006D0616">
      <w:pPr>
        <w:widowControl/>
        <w:shd w:val="clear" w:color="auto" w:fill="FFFFFF"/>
        <w:jc w:val="left"/>
        <w:rPr>
          <w:rFonts w:ascii="仿宋_GB2312" w:eastAsia="仿宋_GB2312" w:cs="Times New Roman"/>
          <w:kern w:val="0"/>
          <w:sz w:val="32"/>
          <w:szCs w:val="32"/>
        </w:rPr>
      </w:pP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 xml:space="preserve">　　（二）填写工整，不得随意涂改。报送的材料真实、完整、一致，不得漏项。</w:t>
      </w:r>
    </w:p>
    <w:p w:rsidR="00FD247A" w:rsidRPr="00D67C0B" w:rsidRDefault="00FD247A" w:rsidP="006D0616">
      <w:pPr>
        <w:widowControl/>
        <w:shd w:val="clear" w:color="auto" w:fill="FFFFFF"/>
        <w:jc w:val="left"/>
        <w:rPr>
          <w:rFonts w:ascii="仿宋_GB2312" w:eastAsia="仿宋_GB2312" w:cs="Times New Roman"/>
          <w:kern w:val="0"/>
          <w:sz w:val="32"/>
          <w:szCs w:val="32"/>
        </w:rPr>
      </w:pP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 xml:space="preserve">　　（三）所有</w:t>
      </w:r>
      <w:r>
        <w:rPr>
          <w:rFonts w:ascii="仿宋_GB2312" w:eastAsia="仿宋_GB2312" w:hAnsi="宋体" w:cs="方正仿宋简体" w:hint="eastAsia"/>
          <w:kern w:val="0"/>
          <w:sz w:val="32"/>
          <w:szCs w:val="32"/>
        </w:rPr>
        <w:t>申报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材料应装入</w:t>
      </w:r>
      <w:r>
        <w:rPr>
          <w:rFonts w:ascii="仿宋_GB2312" w:eastAsia="仿宋_GB2312" w:hAnsi="宋体" w:cs="方正仿宋简体" w:hint="eastAsia"/>
          <w:kern w:val="0"/>
          <w:sz w:val="32"/>
          <w:szCs w:val="32"/>
        </w:rPr>
        <w:t>材料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袋内。</w:t>
      </w:r>
    </w:p>
    <w:p w:rsidR="00FD247A" w:rsidRPr="00D67C0B" w:rsidRDefault="00FD247A" w:rsidP="006D0616">
      <w:pPr>
        <w:widowControl/>
        <w:shd w:val="clear" w:color="auto" w:fill="FFFFFF"/>
        <w:jc w:val="left"/>
        <w:rPr>
          <w:rFonts w:ascii="仿宋_GB2312" w:eastAsia="仿宋_GB2312" w:cs="Times New Roman"/>
          <w:kern w:val="0"/>
          <w:sz w:val="32"/>
          <w:szCs w:val="32"/>
        </w:rPr>
      </w:pP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 xml:space="preserve">　　</w:t>
      </w:r>
      <w:r w:rsidRPr="00D67C0B">
        <w:rPr>
          <w:rFonts w:ascii="仿宋_GB2312" w:eastAsia="仿宋_GB2312" w:hAnsi="宋体" w:cs="方正仿宋简体"/>
          <w:kern w:val="0"/>
          <w:sz w:val="32"/>
          <w:szCs w:val="32"/>
        </w:rPr>
        <w:t>1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、材料袋必须使用牛皮纸质袋。</w:t>
      </w:r>
    </w:p>
    <w:p w:rsidR="00FD247A" w:rsidRPr="00D67C0B" w:rsidRDefault="00FD247A" w:rsidP="006D0616">
      <w:pPr>
        <w:widowControl/>
        <w:shd w:val="clear" w:color="auto" w:fill="FFFFFF"/>
        <w:jc w:val="left"/>
        <w:rPr>
          <w:rFonts w:ascii="仿宋_GB2312" w:eastAsia="仿宋_GB2312" w:cs="Times New Roman"/>
          <w:kern w:val="0"/>
          <w:sz w:val="32"/>
          <w:szCs w:val="32"/>
        </w:rPr>
      </w:pP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 xml:space="preserve">　　</w:t>
      </w:r>
      <w:r w:rsidRPr="00D67C0B">
        <w:rPr>
          <w:rFonts w:ascii="仿宋_GB2312" w:eastAsia="仿宋_GB2312" w:hAnsi="宋体" w:cs="方正仿宋简体"/>
          <w:kern w:val="0"/>
          <w:sz w:val="32"/>
          <w:szCs w:val="32"/>
        </w:rPr>
        <w:t>2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、正面写明申报人姓名、所在（或送审）单位、申报系列、</w:t>
      </w:r>
      <w:r>
        <w:rPr>
          <w:rFonts w:ascii="仿宋_GB2312" w:eastAsia="仿宋_GB2312" w:hAnsi="宋体" w:cs="方正仿宋简体" w:hint="eastAsia"/>
          <w:kern w:val="0"/>
          <w:sz w:val="32"/>
          <w:szCs w:val="32"/>
        </w:rPr>
        <w:t>职称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，并列出送审目录。</w:t>
      </w:r>
    </w:p>
    <w:p w:rsidR="00FD247A" w:rsidRPr="00D67C0B" w:rsidRDefault="00FD247A" w:rsidP="006D0616">
      <w:pPr>
        <w:widowControl/>
        <w:shd w:val="clear" w:color="auto" w:fill="FFFFFF"/>
        <w:jc w:val="left"/>
        <w:rPr>
          <w:rFonts w:ascii="仿宋_GB2312" w:eastAsia="仿宋_GB2312" w:cs="Times New Roman"/>
          <w:kern w:val="0"/>
          <w:sz w:val="32"/>
          <w:szCs w:val="32"/>
        </w:rPr>
      </w:pP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 xml:space="preserve">　　</w:t>
      </w:r>
      <w:r w:rsidRPr="00D67C0B">
        <w:rPr>
          <w:rFonts w:ascii="仿宋_GB2312" w:eastAsia="仿宋_GB2312" w:hAnsi="宋体" w:cs="方正仿宋简体"/>
          <w:kern w:val="0"/>
          <w:sz w:val="32"/>
          <w:szCs w:val="32"/>
        </w:rPr>
        <w:t>3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、材料袋的底端封口处应醒目地标明申报人姓名、联系方式及所在（送审）单位。</w:t>
      </w:r>
    </w:p>
    <w:p w:rsidR="00FD247A" w:rsidRPr="00D67C0B" w:rsidRDefault="00FD247A" w:rsidP="00CC6F3F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cs="Times New Roman"/>
          <w:kern w:val="0"/>
          <w:sz w:val="32"/>
          <w:szCs w:val="32"/>
        </w:rPr>
      </w:pPr>
      <w:r w:rsidRPr="00D67C0B">
        <w:rPr>
          <w:rFonts w:ascii="仿宋_GB2312" w:eastAsia="仿宋_GB2312" w:hAnsi="宋体" w:cs="方正仿宋简体"/>
          <w:kern w:val="0"/>
          <w:sz w:val="32"/>
          <w:szCs w:val="32"/>
        </w:rPr>
        <w:t>4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、送审材料一般为一人</w:t>
      </w:r>
      <w:r w:rsidRPr="00D67C0B">
        <w:rPr>
          <w:rFonts w:ascii="仿宋_GB2312" w:eastAsia="仿宋_GB2312" w:hAnsi="宋体" w:cs="方正仿宋简体"/>
          <w:kern w:val="0"/>
          <w:sz w:val="32"/>
          <w:szCs w:val="32"/>
        </w:rPr>
        <w:t>1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袋，最多不超过</w:t>
      </w:r>
      <w:r w:rsidRPr="00D67C0B">
        <w:rPr>
          <w:rFonts w:ascii="仿宋_GB2312" w:eastAsia="仿宋_GB2312" w:hAnsi="宋体" w:cs="方正仿宋简体"/>
          <w:kern w:val="0"/>
          <w:sz w:val="32"/>
          <w:szCs w:val="32"/>
        </w:rPr>
        <w:t>3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 xml:space="preserve">袋。　</w:t>
      </w:r>
    </w:p>
    <w:p w:rsidR="00FD247A" w:rsidRPr="00D67C0B" w:rsidRDefault="00FD247A" w:rsidP="006D0616">
      <w:pPr>
        <w:widowControl/>
        <w:shd w:val="clear" w:color="auto" w:fill="FFFFFF"/>
        <w:ind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</w:p>
    <w:p w:rsidR="00FD247A" w:rsidRPr="00D67C0B" w:rsidRDefault="00FD247A" w:rsidP="006D0616">
      <w:pPr>
        <w:widowControl/>
        <w:shd w:val="clear" w:color="auto" w:fill="FFFFFF"/>
        <w:ind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联系电话：</w:t>
      </w:r>
      <w:r w:rsidRPr="00D67C0B">
        <w:rPr>
          <w:rFonts w:ascii="仿宋_GB2312" w:eastAsia="仿宋_GB2312" w:hAnsi="宋体" w:cs="方正仿宋简体"/>
          <w:kern w:val="0"/>
          <w:sz w:val="32"/>
          <w:szCs w:val="32"/>
        </w:rPr>
        <w:t xml:space="preserve">0731-82219745   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联系人：何华</w:t>
      </w:r>
    </w:p>
    <w:p w:rsidR="00FD247A" w:rsidRPr="00D67C0B" w:rsidRDefault="00FD247A" w:rsidP="006D0616">
      <w:pPr>
        <w:widowControl/>
        <w:shd w:val="clear" w:color="auto" w:fill="FFFFFF"/>
        <w:ind w:firstLine="480"/>
        <w:jc w:val="left"/>
        <w:rPr>
          <w:rFonts w:ascii="仿宋_GB2312" w:eastAsia="仿宋_GB2312" w:hAnsi="宋体" w:cs="方正仿宋简体"/>
          <w:kern w:val="0"/>
          <w:sz w:val="32"/>
          <w:szCs w:val="32"/>
        </w:rPr>
      </w:pP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>电子邮箱：</w:t>
      </w:r>
      <w:r w:rsidRPr="00D67C0B">
        <w:rPr>
          <w:rFonts w:ascii="仿宋_GB2312" w:eastAsia="仿宋_GB2312" w:hAnsi="宋体" w:cs="方正仿宋简体"/>
          <w:kern w:val="0"/>
          <w:sz w:val="32"/>
          <w:szCs w:val="32"/>
        </w:rPr>
        <w:t>hndazc000@163.com</w:t>
      </w:r>
    </w:p>
    <w:p w:rsidR="00FD247A" w:rsidRPr="00D67C0B" w:rsidRDefault="00FD247A" w:rsidP="006D0616">
      <w:pPr>
        <w:widowControl/>
        <w:shd w:val="clear" w:color="auto" w:fill="FFFFFF"/>
        <w:jc w:val="left"/>
        <w:rPr>
          <w:rFonts w:ascii="仿宋_GB2312" w:eastAsia="仿宋_GB2312" w:cs="Times New Roman"/>
          <w:kern w:val="0"/>
          <w:sz w:val="32"/>
          <w:szCs w:val="32"/>
        </w:rPr>
      </w:pPr>
      <w:r w:rsidRPr="00D67C0B">
        <w:rPr>
          <w:rFonts w:ascii="仿宋_GB2312" w:eastAsia="仿宋_GB2312" w:cs="Times New Roman"/>
          <w:kern w:val="0"/>
          <w:sz w:val="32"/>
          <w:szCs w:val="32"/>
        </w:rPr>
        <w:t> </w:t>
      </w:r>
    </w:p>
    <w:p w:rsidR="00FD247A" w:rsidRPr="00D67C0B" w:rsidRDefault="00FD247A" w:rsidP="00CC6F3F">
      <w:pPr>
        <w:widowControl/>
        <w:shd w:val="clear" w:color="auto" w:fill="FFFFFF"/>
        <w:ind w:right="480" w:firstLineChars="1250" w:firstLine="4000"/>
        <w:rPr>
          <w:rFonts w:ascii="仿宋_GB2312" w:eastAsia="仿宋_GB2312" w:cs="Times New Roman"/>
          <w:kern w:val="0"/>
          <w:sz w:val="32"/>
          <w:szCs w:val="32"/>
        </w:rPr>
      </w:pPr>
      <w:r w:rsidRPr="00D67C0B">
        <w:rPr>
          <w:rFonts w:ascii="仿宋_GB2312" w:eastAsia="仿宋_GB2312" w:cs="Times New Roman"/>
          <w:kern w:val="0"/>
          <w:sz w:val="32"/>
          <w:szCs w:val="32"/>
        </w:rPr>
        <w:t> </w:t>
      </w:r>
      <w:r w:rsidRPr="00D67C0B">
        <w:rPr>
          <w:rFonts w:ascii="仿宋_GB2312" w:eastAsia="仿宋_GB2312" w:hAnsi="宋体" w:cs="方正仿宋简体" w:hint="eastAsia"/>
          <w:kern w:val="0"/>
          <w:sz w:val="32"/>
          <w:szCs w:val="32"/>
        </w:rPr>
        <w:t xml:space="preserve">　</w:t>
      </w:r>
      <w:r w:rsidRPr="00D67C0B">
        <w:rPr>
          <w:rFonts w:ascii="仿宋_GB2312" w:eastAsia="仿宋_GB2312" w:hAnsi="宋体" w:cs="方正仿宋简体"/>
          <w:kern w:val="0"/>
          <w:sz w:val="32"/>
          <w:szCs w:val="32"/>
        </w:rPr>
        <w:t xml:space="preserve">                     </w:t>
      </w:r>
    </w:p>
    <w:p w:rsidR="00FD247A" w:rsidRPr="006D0616" w:rsidRDefault="00FD247A" w:rsidP="006D0616">
      <w:pPr>
        <w:rPr>
          <w:rFonts w:ascii="仿宋_GB2312" w:eastAsia="仿宋_GB2312" w:cs="Times New Roman"/>
          <w:sz w:val="32"/>
          <w:szCs w:val="32"/>
        </w:rPr>
      </w:pPr>
    </w:p>
    <w:sectPr w:rsidR="00FD247A" w:rsidRPr="006D0616" w:rsidSect="00B039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098" w:right="1474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47A" w:rsidRDefault="00FD247A" w:rsidP="00B8461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D247A" w:rsidRDefault="00FD247A" w:rsidP="00B8461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方正舒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47A" w:rsidRDefault="00FD247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47A" w:rsidRDefault="00FD247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47A" w:rsidRDefault="00FD24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47A" w:rsidRDefault="00FD247A" w:rsidP="00B8461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D247A" w:rsidRDefault="00FD247A" w:rsidP="00B8461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47A" w:rsidRDefault="00FD247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47A" w:rsidRDefault="00FD247A" w:rsidP="00CC6F3F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47A" w:rsidRDefault="00FD247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7C13"/>
    <w:rsid w:val="00000345"/>
    <w:rsid w:val="00003961"/>
    <w:rsid w:val="00091DC0"/>
    <w:rsid w:val="000B26C6"/>
    <w:rsid w:val="000E6970"/>
    <w:rsid w:val="00160104"/>
    <w:rsid w:val="001920FC"/>
    <w:rsid w:val="00193550"/>
    <w:rsid w:val="0020136D"/>
    <w:rsid w:val="00223C4D"/>
    <w:rsid w:val="002334AD"/>
    <w:rsid w:val="002427EF"/>
    <w:rsid w:val="002436BE"/>
    <w:rsid w:val="002550E8"/>
    <w:rsid w:val="00277D26"/>
    <w:rsid w:val="00293CC7"/>
    <w:rsid w:val="002B0157"/>
    <w:rsid w:val="002B2F39"/>
    <w:rsid w:val="002F5215"/>
    <w:rsid w:val="00300E21"/>
    <w:rsid w:val="003A05AD"/>
    <w:rsid w:val="003A584D"/>
    <w:rsid w:val="003F10DB"/>
    <w:rsid w:val="004119EA"/>
    <w:rsid w:val="0044521B"/>
    <w:rsid w:val="004601E3"/>
    <w:rsid w:val="00467D0A"/>
    <w:rsid w:val="004C5783"/>
    <w:rsid w:val="004C7C1E"/>
    <w:rsid w:val="0054006F"/>
    <w:rsid w:val="005433DA"/>
    <w:rsid w:val="00562BE5"/>
    <w:rsid w:val="005A3653"/>
    <w:rsid w:val="005F1360"/>
    <w:rsid w:val="00602152"/>
    <w:rsid w:val="00613EE3"/>
    <w:rsid w:val="006B72AC"/>
    <w:rsid w:val="006D0616"/>
    <w:rsid w:val="00725205"/>
    <w:rsid w:val="00742A6E"/>
    <w:rsid w:val="007B0FBF"/>
    <w:rsid w:val="007E07B0"/>
    <w:rsid w:val="00851F13"/>
    <w:rsid w:val="00872506"/>
    <w:rsid w:val="00874DF3"/>
    <w:rsid w:val="008A5B7B"/>
    <w:rsid w:val="008B1439"/>
    <w:rsid w:val="008C7E31"/>
    <w:rsid w:val="0094593E"/>
    <w:rsid w:val="009A15CD"/>
    <w:rsid w:val="009A33CE"/>
    <w:rsid w:val="009E49B5"/>
    <w:rsid w:val="00A0074D"/>
    <w:rsid w:val="00A370A9"/>
    <w:rsid w:val="00A418D2"/>
    <w:rsid w:val="00A6433E"/>
    <w:rsid w:val="00A85DCA"/>
    <w:rsid w:val="00AC1D16"/>
    <w:rsid w:val="00AD7E47"/>
    <w:rsid w:val="00AF76D4"/>
    <w:rsid w:val="00B0397C"/>
    <w:rsid w:val="00B05BB4"/>
    <w:rsid w:val="00B2476F"/>
    <w:rsid w:val="00B26A7C"/>
    <w:rsid w:val="00B3529B"/>
    <w:rsid w:val="00B500B7"/>
    <w:rsid w:val="00B84616"/>
    <w:rsid w:val="00BB5C0E"/>
    <w:rsid w:val="00BD1D3E"/>
    <w:rsid w:val="00BE7683"/>
    <w:rsid w:val="00BF7F75"/>
    <w:rsid w:val="00C75AE9"/>
    <w:rsid w:val="00C93B98"/>
    <w:rsid w:val="00CB78E8"/>
    <w:rsid w:val="00CC3D88"/>
    <w:rsid w:val="00CC547F"/>
    <w:rsid w:val="00CC6F3F"/>
    <w:rsid w:val="00D67C0B"/>
    <w:rsid w:val="00D72888"/>
    <w:rsid w:val="00DA117B"/>
    <w:rsid w:val="00DA46B7"/>
    <w:rsid w:val="00DE6BF2"/>
    <w:rsid w:val="00E06C70"/>
    <w:rsid w:val="00E27C13"/>
    <w:rsid w:val="00E33442"/>
    <w:rsid w:val="00E62619"/>
    <w:rsid w:val="00F01DA8"/>
    <w:rsid w:val="00F15030"/>
    <w:rsid w:val="00FB2B37"/>
    <w:rsid w:val="00FD1993"/>
    <w:rsid w:val="00FD1BA1"/>
    <w:rsid w:val="00FD2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550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846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84616"/>
    <w:rPr>
      <w:rFonts w:cs="Times New Roman"/>
      <w:sz w:val="18"/>
    </w:rPr>
  </w:style>
  <w:style w:type="paragraph" w:styleId="Footer">
    <w:name w:val="footer"/>
    <w:basedOn w:val="Normal"/>
    <w:link w:val="FooterChar"/>
    <w:uiPriority w:val="99"/>
    <w:rsid w:val="00B84616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84616"/>
    <w:rPr>
      <w:rFonts w:cs="Times New Roman"/>
      <w:sz w:val="18"/>
    </w:rPr>
  </w:style>
  <w:style w:type="paragraph" w:styleId="BalloonText">
    <w:name w:val="Balloon Text"/>
    <w:basedOn w:val="Normal"/>
    <w:link w:val="BalloonTextChar"/>
    <w:uiPriority w:val="99"/>
    <w:semiHidden/>
    <w:rsid w:val="00F01DA8"/>
    <w:rPr>
      <w:rFonts w:cs="Times New Roman"/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1DA8"/>
    <w:rPr>
      <w:rFonts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02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21201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2120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02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021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021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021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021203">
                                          <w:marLeft w:val="0"/>
                                          <w:marRight w:val="0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02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21195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2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2119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0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02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021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021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021207">
                                          <w:marLeft w:val="0"/>
                                          <w:marRight w:val="0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021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327</TotalTime>
  <Pages>2</Pages>
  <Words>107</Words>
  <Characters>614</Characters>
  <Application>Microsoft Office Outlook</Application>
  <DocSecurity>0</DocSecurity>
  <Lines>0</Lines>
  <Paragraphs>0</Paragraphs>
  <ScaleCrop>false</ScaleCrop>
  <Company>湖南省档案局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hehua </dc:creator>
  <cp:keywords/>
  <dc:description/>
  <cp:lastModifiedBy>微软用户</cp:lastModifiedBy>
  <cp:revision>45</cp:revision>
  <cp:lastPrinted>2016-03-18T01:42:00Z</cp:lastPrinted>
  <dcterms:created xsi:type="dcterms:W3CDTF">2013-10-14T03:29:00Z</dcterms:created>
  <dcterms:modified xsi:type="dcterms:W3CDTF">2016-06-29T13:27:00Z</dcterms:modified>
</cp:coreProperties>
</file>